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1E6C54B9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58125A" w:rsidRPr="00D27B12">
        <w:rPr>
          <w:rFonts w:ascii="Corbel" w:hAnsi="Corbel"/>
          <w:b/>
          <w:smallCaps/>
          <w:sz w:val="24"/>
          <w:szCs w:val="24"/>
        </w:rPr>
        <w:t>2020-2023</w:t>
      </w:r>
      <w:r w:rsidR="0058125A" w:rsidRPr="00DC75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8BFEEA8" w14:textId="61BADB89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619F0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8619F0">
        <w:rPr>
          <w:rFonts w:ascii="Corbel" w:hAnsi="Corbel"/>
          <w:sz w:val="20"/>
          <w:szCs w:val="20"/>
        </w:rPr>
        <w:t>2</w:t>
      </w:r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89202DA" w:rsidR="0085747A" w:rsidRPr="009C54AE" w:rsidRDefault="008E5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046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BB7CC5" w:rsidR="00015B8F" w:rsidRPr="009C54AE" w:rsidRDefault="00A1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D82201" w:rsidR="00015B8F" w:rsidRPr="009C54AE" w:rsidRDefault="00A1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A43C12E" w:rsidR="0085747A" w:rsidRPr="009C54AE" w:rsidRDefault="00A1386E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7C946CC4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1386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vAlign w:val="center"/>
          </w:tcPr>
          <w:p w14:paraId="611A18CE" w14:textId="49D0129B" w:rsidR="00C61DC5" w:rsidRPr="009C54AE" w:rsidRDefault="00A1386E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Difin,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D9910" w14:textId="77777777" w:rsidR="008453BE" w:rsidRDefault="008453BE" w:rsidP="00C16ABF">
      <w:pPr>
        <w:spacing w:after="0" w:line="240" w:lineRule="auto"/>
      </w:pPr>
      <w:r>
        <w:separator/>
      </w:r>
    </w:p>
  </w:endnote>
  <w:endnote w:type="continuationSeparator" w:id="0">
    <w:p w14:paraId="4155ECD6" w14:textId="77777777" w:rsidR="008453BE" w:rsidRDefault="008453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B7CBC" w14:textId="77777777" w:rsidR="008453BE" w:rsidRDefault="008453BE" w:rsidP="00C16ABF">
      <w:pPr>
        <w:spacing w:after="0" w:line="240" w:lineRule="auto"/>
      </w:pPr>
      <w:r>
        <w:separator/>
      </w:r>
    </w:p>
  </w:footnote>
  <w:footnote w:type="continuationSeparator" w:id="0">
    <w:p w14:paraId="24657114" w14:textId="77777777" w:rsidR="008453BE" w:rsidRDefault="008453B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0D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1EC9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DA"/>
    <w:rsid w:val="004F1551"/>
    <w:rsid w:val="004F55A3"/>
    <w:rsid w:val="0050496F"/>
    <w:rsid w:val="00513B6F"/>
    <w:rsid w:val="00517C63"/>
    <w:rsid w:val="005363C4"/>
    <w:rsid w:val="00536BDE"/>
    <w:rsid w:val="00543ACC"/>
    <w:rsid w:val="00565476"/>
    <w:rsid w:val="0056696D"/>
    <w:rsid w:val="0058125A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24B2"/>
    <w:rsid w:val="007D6E56"/>
    <w:rsid w:val="007F4155"/>
    <w:rsid w:val="0081554D"/>
    <w:rsid w:val="0081707E"/>
    <w:rsid w:val="008449B3"/>
    <w:rsid w:val="008453BE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50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157"/>
    <w:rsid w:val="00A1386E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FB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FCE1CE-3B0F-4AF3-8DCD-FF8C8344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60CE63-D13E-480F-93AB-C24BB2FCA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1181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2020-10-23T12:39:00Z</dcterms:created>
  <dcterms:modified xsi:type="dcterms:W3CDTF">2021-11-03T09:40:00Z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